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2B15D3D9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verhard polyurethaan schuim</w:t>
      </w:r>
    </w:p>
    <w:p w14:paraId="21DA7095" w14:textId="5173CAC8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 is van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5329D7">
      <w:rPr>
        <w:rFonts w:ascii="Arial" w:hAnsi="Arial"/>
        <w:b/>
      </w:rPr>
      <w:t>Design</w:t>
    </w:r>
    <w:r w:rsidR="00E01271">
      <w:rPr>
        <w:rFonts w:ascii="Arial" w:hAnsi="Arial"/>
        <w:b/>
      </w:rPr>
      <w:t xml:space="preserve">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07A45E6" w:rsidR="007C7FFA" w:rsidRPr="00B64DD5" w:rsidRDefault="001B6EC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5329D7">
      <w:rPr>
        <w:rFonts w:ascii="Arial" w:hAnsi="Arial"/>
        <w:b/>
      </w:rPr>
      <w:t>2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0F86F6-023E-4D0C-8D01-2A8F41293241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74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2024-01-05T12:28:00Z</dcterms:created>
  <dcterms:modified xsi:type="dcterms:W3CDTF">2024-01-05T12:36:00Z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